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F5DF4" w14:textId="607F253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CD7774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E04601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D0B4805" w14:textId="77777777" w:rsidR="00CD7774" w:rsidRDefault="0071620A" w:rsidP="00CD777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D7774">
        <w:rPr>
          <w:rFonts w:ascii="Corbel" w:hAnsi="Corbel"/>
          <w:b/>
          <w:smallCaps/>
          <w:sz w:val="24"/>
          <w:szCs w:val="24"/>
        </w:rPr>
        <w:t xml:space="preserve"> 2019-2021</w:t>
      </w:r>
    </w:p>
    <w:p w14:paraId="3E95A422" w14:textId="13040A49" w:rsidR="0085747A" w:rsidRDefault="0085747A" w:rsidP="00CD77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DC6916F" w14:textId="30B7F9A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D7774">
        <w:rPr>
          <w:rFonts w:ascii="Corbel" w:hAnsi="Corbel"/>
          <w:sz w:val="20"/>
          <w:szCs w:val="20"/>
        </w:rPr>
        <w:t>2019/2020</w:t>
      </w:r>
    </w:p>
    <w:p w14:paraId="15C604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9721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EB6055" w14:textId="77777777" w:rsidTr="00B819C8">
        <w:tc>
          <w:tcPr>
            <w:tcW w:w="2694" w:type="dxa"/>
            <w:vAlign w:val="center"/>
          </w:tcPr>
          <w:p w14:paraId="08FE20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43C50E" w14:textId="77777777" w:rsidR="0085747A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muzyczna</w:t>
            </w:r>
          </w:p>
        </w:tc>
      </w:tr>
      <w:tr w:rsidR="0085747A" w:rsidRPr="009C54AE" w14:paraId="759906C8" w14:textId="77777777" w:rsidTr="00B819C8">
        <w:tc>
          <w:tcPr>
            <w:tcW w:w="2694" w:type="dxa"/>
            <w:vAlign w:val="center"/>
          </w:tcPr>
          <w:p w14:paraId="32DB8A3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51A0F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1547A844" w14:textId="77777777" w:rsidTr="00B819C8">
        <w:tc>
          <w:tcPr>
            <w:tcW w:w="2694" w:type="dxa"/>
            <w:vAlign w:val="center"/>
          </w:tcPr>
          <w:p w14:paraId="0AA62BCF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EB4F23" w14:textId="3DF9D9A2" w:rsidR="00C64852" w:rsidRPr="009C54AE" w:rsidRDefault="00537AF5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64852" w:rsidRPr="009C54AE" w14:paraId="343D9606" w14:textId="77777777" w:rsidTr="00B819C8">
        <w:tc>
          <w:tcPr>
            <w:tcW w:w="2694" w:type="dxa"/>
            <w:vAlign w:val="center"/>
          </w:tcPr>
          <w:p w14:paraId="790EF52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E062DD" w14:textId="41D25B00" w:rsidR="00C64852" w:rsidRPr="009C54AE" w:rsidRDefault="00537AF5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116A60C6" w14:textId="77777777" w:rsidTr="00B819C8">
        <w:tc>
          <w:tcPr>
            <w:tcW w:w="2694" w:type="dxa"/>
            <w:vAlign w:val="center"/>
          </w:tcPr>
          <w:p w14:paraId="39B1209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B6A50" w14:textId="0EFDDEE1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D7774">
              <w:rPr>
                <w:rFonts w:ascii="Corbel" w:hAnsi="Corbel"/>
                <w:b w:val="0"/>
                <w:sz w:val="24"/>
                <w:szCs w:val="24"/>
              </w:rPr>
              <w:t>, specjalność pedagogika przedszkolna i wczesnoszkolna</w:t>
            </w:r>
          </w:p>
        </w:tc>
      </w:tr>
      <w:tr w:rsidR="00C64852" w:rsidRPr="009C54AE" w14:paraId="37675567" w14:textId="77777777" w:rsidTr="00B819C8">
        <w:tc>
          <w:tcPr>
            <w:tcW w:w="2694" w:type="dxa"/>
            <w:vAlign w:val="center"/>
          </w:tcPr>
          <w:p w14:paraId="390F3A0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3153C4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06F73707" w14:textId="77777777" w:rsidTr="00B819C8">
        <w:tc>
          <w:tcPr>
            <w:tcW w:w="2694" w:type="dxa"/>
            <w:vAlign w:val="center"/>
          </w:tcPr>
          <w:p w14:paraId="12442A0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0D580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7728C362" w14:textId="77777777" w:rsidTr="00B819C8">
        <w:tc>
          <w:tcPr>
            <w:tcW w:w="2694" w:type="dxa"/>
            <w:vAlign w:val="center"/>
          </w:tcPr>
          <w:p w14:paraId="5506AE4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58D678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64852" w:rsidRPr="009C54AE" w14:paraId="42B5A060" w14:textId="77777777" w:rsidTr="00B819C8">
        <w:tc>
          <w:tcPr>
            <w:tcW w:w="2694" w:type="dxa"/>
            <w:vAlign w:val="center"/>
          </w:tcPr>
          <w:p w14:paraId="71DC884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65DBFF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14:paraId="59726B6A" w14:textId="77777777" w:rsidTr="00B819C8">
        <w:tc>
          <w:tcPr>
            <w:tcW w:w="2694" w:type="dxa"/>
            <w:vAlign w:val="center"/>
          </w:tcPr>
          <w:p w14:paraId="4CD65B71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7ECC5A" w14:textId="3104D528" w:rsidR="00C64852" w:rsidRPr="009C54AE" w:rsidRDefault="00CD7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64852" w:rsidRPr="009C54AE" w14:paraId="187DBD04" w14:textId="77777777" w:rsidTr="00B819C8">
        <w:tc>
          <w:tcPr>
            <w:tcW w:w="2694" w:type="dxa"/>
            <w:vAlign w:val="center"/>
          </w:tcPr>
          <w:p w14:paraId="158FAFB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5553D4" w14:textId="77777777" w:rsidR="00C64852" w:rsidRPr="009C54AE" w:rsidRDefault="007241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4852" w:rsidRPr="009C54AE" w14:paraId="658938F3" w14:textId="77777777" w:rsidTr="00B819C8">
        <w:tc>
          <w:tcPr>
            <w:tcW w:w="2694" w:type="dxa"/>
            <w:vAlign w:val="center"/>
          </w:tcPr>
          <w:p w14:paraId="2AC9037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97C5B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14:paraId="30A08C30" w14:textId="77777777" w:rsidTr="00B819C8">
        <w:tc>
          <w:tcPr>
            <w:tcW w:w="2694" w:type="dxa"/>
            <w:vAlign w:val="center"/>
          </w:tcPr>
          <w:p w14:paraId="5C5AAE1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5DD89" w14:textId="57F9A6BD" w:rsidR="00C64852" w:rsidRPr="009C54AE" w:rsidRDefault="003359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</w:tbl>
    <w:p w14:paraId="1A2EE8D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A7B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273E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8ECC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B766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5B6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45C9C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89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3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28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7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1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3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F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86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5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C021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B6BB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0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1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F8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0C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F2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3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4631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7E39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E27D6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F1BF5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476905" w14:textId="3C5C03BA" w:rsidR="0085747A" w:rsidRPr="00CD7774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CD7774">
        <w:rPr>
          <w:rFonts w:ascii="MS Gothic" w:eastAsia="MS Gothic" w:hAnsi="MS Gothic" w:cs="MS Gothic"/>
          <w:bCs/>
          <w:szCs w:val="24"/>
        </w:rPr>
        <w:t>x</w:t>
      </w:r>
      <w:r w:rsidR="00CD7774">
        <w:rPr>
          <w:rFonts w:ascii="MS Gothic" w:eastAsia="MS Gothic" w:hAnsi="MS Gothic" w:cs="MS Gothic"/>
          <w:bCs/>
          <w:szCs w:val="24"/>
        </w:rPr>
        <w:t xml:space="preserve"> </w:t>
      </w:r>
      <w:r w:rsidR="0085747A" w:rsidRPr="00CD7774">
        <w:rPr>
          <w:rFonts w:ascii="Corbel" w:hAnsi="Corbel"/>
          <w:bCs/>
          <w:smallCaps w:val="0"/>
          <w:szCs w:val="24"/>
          <w:u w:val="single"/>
        </w:rPr>
        <w:t>zajęcia w formie tradycyjnej</w:t>
      </w:r>
    </w:p>
    <w:p w14:paraId="12949F9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BA1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CA30BD" w14:textId="54DC0D2A" w:rsidR="009C54AE" w:rsidRDefault="00E22FBC" w:rsidP="00CD77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D7774">
        <w:rPr>
          <w:rFonts w:ascii="Corbel" w:hAnsi="Corbel"/>
          <w:smallCaps w:val="0"/>
          <w:szCs w:val="24"/>
        </w:rPr>
        <w:t xml:space="preserve">przedmiotu </w:t>
      </w:r>
      <w:r w:rsidR="00CD7774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EBC6B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7D6BD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CA4440" w14:textId="77777777" w:rsidTr="00745302">
        <w:tc>
          <w:tcPr>
            <w:tcW w:w="9670" w:type="dxa"/>
          </w:tcPr>
          <w:p w14:paraId="3F9FE2BD" w14:textId="77777777"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14:paraId="31A932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F1FEA7" w14:textId="4401DED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r w:rsidR="00CD7774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8C336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FC20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69625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35A2CFE" w14:textId="77777777" w:rsidTr="00923D7D">
        <w:tc>
          <w:tcPr>
            <w:tcW w:w="851" w:type="dxa"/>
            <w:vAlign w:val="center"/>
          </w:tcPr>
          <w:p w14:paraId="07ED661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733237" w14:textId="1D8BBC53" w:rsidR="0085747A" w:rsidRPr="00506C87" w:rsidRDefault="00506C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6C87">
              <w:rPr>
                <w:rFonts w:ascii="Corbel" w:hAnsi="Corbel"/>
                <w:b w:val="0"/>
                <w:sz w:val="24"/>
                <w:szCs w:val="24"/>
              </w:rPr>
              <w:t xml:space="preserve">Wyposażenie studentów </w:t>
            </w:r>
            <w:r w:rsidR="00CD7774" w:rsidRPr="00506C87">
              <w:rPr>
                <w:rFonts w:ascii="Corbel" w:hAnsi="Corbel"/>
                <w:b w:val="0"/>
                <w:sz w:val="24"/>
                <w:szCs w:val="24"/>
              </w:rPr>
              <w:t>w wiedzę</w:t>
            </w:r>
            <w:r w:rsidRPr="00506C87">
              <w:rPr>
                <w:rFonts w:ascii="Corbel" w:hAnsi="Corbel"/>
                <w:b w:val="0"/>
                <w:sz w:val="24"/>
                <w:szCs w:val="24"/>
              </w:rPr>
              <w:t xml:space="preserve"> o muzyce, konieczną do realizacji zadań nauczyciela wczesnej edukacji.                             </w:t>
            </w:r>
          </w:p>
        </w:tc>
      </w:tr>
      <w:tr w:rsidR="0085747A" w:rsidRPr="009C54AE" w14:paraId="3D937C55" w14:textId="77777777" w:rsidTr="00923D7D">
        <w:tc>
          <w:tcPr>
            <w:tcW w:w="851" w:type="dxa"/>
            <w:vAlign w:val="center"/>
          </w:tcPr>
          <w:p w14:paraId="057CCAEB" w14:textId="77777777" w:rsidR="0085747A" w:rsidRPr="009C54AE" w:rsidRDefault="00506C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814728" w14:textId="6A9C0FD7" w:rsidR="0085747A" w:rsidRPr="009C54AE" w:rsidRDefault="00CD77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podstawowych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umiejętności  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sprzyjających twórczemu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organizowaniu zajęć muzycznych.</w:t>
            </w:r>
          </w:p>
        </w:tc>
      </w:tr>
      <w:tr w:rsidR="0085747A" w:rsidRPr="009C54AE" w14:paraId="46AF6AD0" w14:textId="77777777" w:rsidTr="00923D7D">
        <w:tc>
          <w:tcPr>
            <w:tcW w:w="851" w:type="dxa"/>
            <w:vAlign w:val="center"/>
          </w:tcPr>
          <w:p w14:paraId="5E15A89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F0746D" w14:textId="2F0B720F" w:rsidR="0085747A" w:rsidRPr="009C54AE" w:rsidRDefault="00CD77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w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obszarze polskiej kultury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muzycznej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podkreśleniem jej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tożsamościowo</w:t>
            </w: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14:paraId="52A19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7AAD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96185F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F4115E8" w14:textId="77777777" w:rsidTr="0071620A">
        <w:tc>
          <w:tcPr>
            <w:tcW w:w="1701" w:type="dxa"/>
            <w:vAlign w:val="center"/>
          </w:tcPr>
          <w:p w14:paraId="1D5C48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54D5D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9DA1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B2A5545" w14:textId="77777777" w:rsidTr="005E6E85">
        <w:tc>
          <w:tcPr>
            <w:tcW w:w="1701" w:type="dxa"/>
          </w:tcPr>
          <w:p w14:paraId="5EF23B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DF8046" w14:textId="62B58FB6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podstawowe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 terminy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zasad 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muzyki. Wymieni </w:t>
            </w:r>
            <w:r w:rsidR="00C871E3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 formy edukacji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muzycznej w </w:t>
            </w:r>
            <w:r w:rsidR="00EF70A0">
              <w:rPr>
                <w:rFonts w:ascii="Corbel" w:hAnsi="Corbel"/>
                <w:b w:val="0"/>
                <w:smallCaps w:val="0"/>
                <w:szCs w:val="24"/>
              </w:rPr>
              <w:t>procesie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>umuzykalniania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i wychowania muzycznego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 dzieci.</w:t>
            </w:r>
          </w:p>
        </w:tc>
        <w:tc>
          <w:tcPr>
            <w:tcW w:w="1873" w:type="dxa"/>
          </w:tcPr>
          <w:p w14:paraId="5248BA92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PPiW.K_W01</w:t>
            </w:r>
          </w:p>
        </w:tc>
      </w:tr>
      <w:tr w:rsidR="0085747A" w:rsidRPr="009C54AE" w14:paraId="0DC9D2B8" w14:textId="77777777" w:rsidTr="005E6E85">
        <w:tc>
          <w:tcPr>
            <w:tcW w:w="1701" w:type="dxa"/>
          </w:tcPr>
          <w:p w14:paraId="321616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7A5A4B" w14:textId="58962796" w:rsidR="0085747A" w:rsidRPr="00A1719A" w:rsidRDefault="00D106C6" w:rsidP="00A1719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Zróżnicuje</w:t>
            </w:r>
            <w:r w:rsidR="00A1719A" w:rsidRPr="00A1719A">
              <w:rPr>
                <w:rFonts w:ascii="Corbel" w:hAnsi="Corbel"/>
              </w:rPr>
              <w:t xml:space="preserve"> </w:t>
            </w:r>
            <w:r w:rsidR="00F51003">
              <w:rPr>
                <w:rFonts w:ascii="Corbel" w:hAnsi="Corbel"/>
              </w:rPr>
              <w:t xml:space="preserve"> i zastosuje </w:t>
            </w:r>
            <w:r w:rsidR="00A1719A" w:rsidRPr="00A1719A">
              <w:rPr>
                <w:rFonts w:ascii="Corbel" w:hAnsi="Corbel"/>
              </w:rPr>
              <w:t>działania edukacyjne stosownie do etapu rozwoju dziecka i jego możliwości.</w:t>
            </w:r>
          </w:p>
        </w:tc>
        <w:tc>
          <w:tcPr>
            <w:tcW w:w="1873" w:type="dxa"/>
          </w:tcPr>
          <w:p w14:paraId="34E69AB5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PPiW.K_U05</w:t>
            </w:r>
          </w:p>
        </w:tc>
      </w:tr>
      <w:tr w:rsidR="0085747A" w:rsidRPr="009C54AE" w14:paraId="06607F4A" w14:textId="77777777" w:rsidTr="005E6E85">
        <w:tc>
          <w:tcPr>
            <w:tcW w:w="1701" w:type="dxa"/>
          </w:tcPr>
          <w:p w14:paraId="12A5A2D4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7646B84" w14:textId="2C399340" w:rsidR="0085747A" w:rsidRPr="009C54AE" w:rsidRDefault="00F51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scenariusz zajęć </w:t>
            </w:r>
            <w:r w:rsidR="00CD7774">
              <w:rPr>
                <w:rFonts w:ascii="Corbel" w:hAnsi="Corbel"/>
                <w:b w:val="0"/>
                <w:smallCaps w:val="0"/>
                <w:szCs w:val="24"/>
              </w:rPr>
              <w:t>muzycznych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oparciu o zdobytą wiedzę teoretyczną i praktyczną.</w:t>
            </w:r>
          </w:p>
        </w:tc>
        <w:tc>
          <w:tcPr>
            <w:tcW w:w="1873" w:type="dxa"/>
          </w:tcPr>
          <w:p w14:paraId="627D9240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PPiW.K_U06</w:t>
            </w:r>
          </w:p>
        </w:tc>
      </w:tr>
      <w:tr w:rsidR="00326277" w:rsidRPr="009C54AE" w14:paraId="302E2A24" w14:textId="77777777" w:rsidTr="005E6E85">
        <w:tc>
          <w:tcPr>
            <w:tcW w:w="1701" w:type="dxa"/>
          </w:tcPr>
          <w:p w14:paraId="3EFFEBC9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0556CE" w14:textId="77777777" w:rsidR="00326277" w:rsidRPr="009C54AE" w:rsidRDefault="00707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Wymyśli sposób rozwiązania problemu edukacyjnego, związanego ze zróżnicowanymi uzdolnieniami muzycznymi dzieci w grupie.</w:t>
            </w:r>
          </w:p>
        </w:tc>
        <w:tc>
          <w:tcPr>
            <w:tcW w:w="1873" w:type="dxa"/>
          </w:tcPr>
          <w:p w14:paraId="16E02668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PPiW.K_U07</w:t>
            </w:r>
          </w:p>
        </w:tc>
      </w:tr>
      <w:tr w:rsidR="00326277" w:rsidRPr="009C54AE" w14:paraId="40E7BA70" w14:textId="77777777" w:rsidTr="005E6E85">
        <w:tc>
          <w:tcPr>
            <w:tcW w:w="1701" w:type="dxa"/>
          </w:tcPr>
          <w:p w14:paraId="7613700E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2BEC624" w14:textId="77777777" w:rsidR="00326277" w:rsidRPr="009C54AE" w:rsidRDefault="00315D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</w:t>
            </w:r>
            <w:r w:rsidR="002B2DA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działania na rzecz propagowania kultury muzycznej regionu. Inicjuje sytuacje prowadzące do poznania przez dzieci polskiego folkloru muzycznego i zrozu</w:t>
            </w:r>
            <w:r w:rsidR="00986535">
              <w:rPr>
                <w:rFonts w:ascii="Corbel" w:hAnsi="Corbel"/>
                <w:b w:val="0"/>
                <w:smallCaps w:val="0"/>
                <w:szCs w:val="24"/>
              </w:rPr>
              <w:t>mienia jego roli w tworzeniu tożsamości narodowej.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C43310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PPiW.K_K04</w:t>
            </w:r>
          </w:p>
        </w:tc>
      </w:tr>
    </w:tbl>
    <w:p w14:paraId="14E83B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3C64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F483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18C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69C574" w14:textId="77777777" w:rsidTr="00923D7D">
        <w:tc>
          <w:tcPr>
            <w:tcW w:w="9639" w:type="dxa"/>
          </w:tcPr>
          <w:p w14:paraId="7D36E7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39D942C" w14:textId="77777777" w:rsidTr="00923D7D">
        <w:tc>
          <w:tcPr>
            <w:tcW w:w="9639" w:type="dxa"/>
          </w:tcPr>
          <w:p w14:paraId="7AC8C795" w14:textId="42707E53" w:rsidR="0085747A" w:rsidRPr="009C54AE" w:rsidRDefault="00CD777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</w:t>
            </w:r>
          </w:p>
        </w:tc>
      </w:tr>
    </w:tbl>
    <w:p w14:paraId="41CDA06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8E565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93552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FE261F1" w14:textId="77777777" w:rsidTr="00923D7D">
        <w:tc>
          <w:tcPr>
            <w:tcW w:w="9639" w:type="dxa"/>
          </w:tcPr>
          <w:p w14:paraId="4A364A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ABF760" w14:textId="77777777" w:rsidTr="00923D7D">
        <w:tc>
          <w:tcPr>
            <w:tcW w:w="9639" w:type="dxa"/>
          </w:tcPr>
          <w:p w14:paraId="4AD41EBC" w14:textId="2AB75981"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14:paraId="3A85D6F4" w14:textId="77777777" w:rsidTr="00923D7D">
        <w:tc>
          <w:tcPr>
            <w:tcW w:w="9639" w:type="dxa"/>
          </w:tcPr>
          <w:p w14:paraId="4E3DF8FD" w14:textId="06097399"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Notacja muzyczna.</w:t>
            </w:r>
          </w:p>
        </w:tc>
      </w:tr>
      <w:tr w:rsidR="0085747A" w:rsidRPr="009C54AE" w14:paraId="3ED05D9F" w14:textId="77777777" w:rsidTr="00923D7D">
        <w:tc>
          <w:tcPr>
            <w:tcW w:w="9639" w:type="dxa"/>
          </w:tcPr>
          <w:p w14:paraId="3B942EB3" w14:textId="45F97075"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14:paraId="72D11ED4" w14:textId="77777777" w:rsidTr="00923D7D">
        <w:tc>
          <w:tcPr>
            <w:tcW w:w="9639" w:type="dxa"/>
          </w:tcPr>
          <w:p w14:paraId="5AA4795F" w14:textId="1F04F97B"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Kryteria doboru piosenek dziecięcych, tworzenie repertuaru.</w:t>
            </w:r>
          </w:p>
        </w:tc>
      </w:tr>
      <w:tr w:rsidR="00BB19F2" w:rsidRPr="009C54AE" w14:paraId="0B017444" w14:textId="77777777" w:rsidTr="00923D7D">
        <w:tc>
          <w:tcPr>
            <w:tcW w:w="9639" w:type="dxa"/>
          </w:tcPr>
          <w:p w14:paraId="5B98ABBE" w14:textId="64F0D19F"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sylabiczna nauczania wartości rytmicznych.</w:t>
            </w:r>
          </w:p>
        </w:tc>
      </w:tr>
      <w:tr w:rsidR="0083241B" w:rsidRPr="009C54AE" w14:paraId="18B758E6" w14:textId="77777777" w:rsidTr="00923D7D">
        <w:tc>
          <w:tcPr>
            <w:tcW w:w="9639" w:type="dxa"/>
          </w:tcPr>
          <w:p w14:paraId="51D5F8D1" w14:textId="6623997B"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wychowania muzycznego.</w:t>
            </w:r>
          </w:p>
        </w:tc>
      </w:tr>
      <w:tr w:rsidR="00BB19F2" w:rsidRPr="009C54AE" w14:paraId="678D1AEE" w14:textId="77777777" w:rsidTr="00923D7D">
        <w:tc>
          <w:tcPr>
            <w:tcW w:w="9639" w:type="dxa"/>
          </w:tcPr>
          <w:p w14:paraId="4CDA2368" w14:textId="40998FDA"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</w:t>
            </w:r>
            <w:r w:rsidR="00CD7774">
              <w:rPr>
                <w:rFonts w:ascii="Corbel" w:hAnsi="Corbel"/>
                <w:sz w:val="24"/>
                <w:szCs w:val="24"/>
              </w:rPr>
              <w:t>perkusyjnych określonej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i nieokreślonej wysokości dźwięku.</w:t>
            </w:r>
          </w:p>
        </w:tc>
      </w:tr>
      <w:tr w:rsidR="00441AD0" w:rsidRPr="009C54AE" w14:paraId="11E3BBC6" w14:textId="77777777" w:rsidTr="00923D7D">
        <w:tc>
          <w:tcPr>
            <w:tcW w:w="9639" w:type="dxa"/>
          </w:tcPr>
          <w:p w14:paraId="2B4F079C" w14:textId="05E3F2A6"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Zabawy muzyczne.</w:t>
            </w:r>
          </w:p>
        </w:tc>
      </w:tr>
      <w:tr w:rsidR="00055A44" w:rsidRPr="009C54AE" w14:paraId="767791F1" w14:textId="77777777" w:rsidTr="00923D7D">
        <w:tc>
          <w:tcPr>
            <w:tcW w:w="9639" w:type="dxa"/>
          </w:tcPr>
          <w:p w14:paraId="68A75512" w14:textId="26FBED8A" w:rsidR="00055A44" w:rsidRDefault="00055A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Scenariusze zajęć muzycznych.</w:t>
            </w:r>
          </w:p>
        </w:tc>
      </w:tr>
    </w:tbl>
    <w:p w14:paraId="6426B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F2E5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67C9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094E41" w14:textId="0A5ED8F3" w:rsidR="0083241B" w:rsidRPr="00CD7774" w:rsidRDefault="00CD7774" w:rsidP="00CD777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sz w:val="22"/>
        </w:rPr>
        <w:t xml:space="preserve">ćwiczenia praktyczne, </w:t>
      </w:r>
      <w:r w:rsidR="0083241B">
        <w:rPr>
          <w:sz w:val="22"/>
        </w:rPr>
        <w:t>podająca, eksponująca (pokaz), projekt praktyczny</w:t>
      </w:r>
    </w:p>
    <w:p w14:paraId="4C0BF41F" w14:textId="77777777" w:rsidR="0083241B" w:rsidRPr="00153C41" w:rsidRDefault="0083241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D7A3784" w14:textId="77777777" w:rsidR="00CD7774" w:rsidRDefault="00CD777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0A0347A" w14:textId="0015C02D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D09D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C29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5D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9A5B032" w14:textId="77777777" w:rsidTr="00C05F44">
        <w:tc>
          <w:tcPr>
            <w:tcW w:w="1985" w:type="dxa"/>
            <w:vAlign w:val="center"/>
          </w:tcPr>
          <w:p w14:paraId="5C8452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5514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9F8DC1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210DF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196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7DC9DCC" w14:textId="77777777" w:rsidTr="00C05F44">
        <w:tc>
          <w:tcPr>
            <w:tcW w:w="1985" w:type="dxa"/>
          </w:tcPr>
          <w:p w14:paraId="246537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9FE7D43" w14:textId="77777777" w:rsidR="0085747A" w:rsidRPr="00521EBF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318575F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85747A" w:rsidRPr="009C54AE" w14:paraId="7D20BBDD" w14:textId="77777777" w:rsidTr="00C05F44">
        <w:tc>
          <w:tcPr>
            <w:tcW w:w="1985" w:type="dxa"/>
          </w:tcPr>
          <w:p w14:paraId="559E5D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674913" w14:textId="77777777" w:rsidR="0085747A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106B3D70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5B573E8D" w14:textId="77777777" w:rsidTr="00C05F44">
        <w:tc>
          <w:tcPr>
            <w:tcW w:w="1985" w:type="dxa"/>
          </w:tcPr>
          <w:p w14:paraId="6BD406BE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01391C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521EBF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49CD12CE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45F713A4" w14:textId="77777777" w:rsidTr="00C05F44">
        <w:tc>
          <w:tcPr>
            <w:tcW w:w="1985" w:type="dxa"/>
          </w:tcPr>
          <w:p w14:paraId="3D079FA2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83DFB8" w14:textId="77777777" w:rsidR="00A07348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262A75D4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655D4C58" w14:textId="77777777" w:rsidTr="00C05F44">
        <w:tc>
          <w:tcPr>
            <w:tcW w:w="1985" w:type="dxa"/>
          </w:tcPr>
          <w:p w14:paraId="32B95B50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BF0D2A6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</w:t>
            </w:r>
            <w:r w:rsidR="00521EBF">
              <w:rPr>
                <w:rFonts w:ascii="Corbel" w:hAnsi="Corbel"/>
                <w:b w:val="0"/>
                <w:szCs w:val="24"/>
              </w:rPr>
              <w:t>yskusja</w:t>
            </w:r>
          </w:p>
        </w:tc>
        <w:tc>
          <w:tcPr>
            <w:tcW w:w="2126" w:type="dxa"/>
          </w:tcPr>
          <w:p w14:paraId="30CDE1D4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</w:tbl>
    <w:p w14:paraId="4746AD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67BB7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8F44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10C87E" w14:textId="77777777" w:rsidTr="00923D7D">
        <w:tc>
          <w:tcPr>
            <w:tcW w:w="9670" w:type="dxa"/>
          </w:tcPr>
          <w:p w14:paraId="11D8FA8E" w14:textId="73B591A1"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AE858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9323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B6A0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594"/>
      </w:tblGrid>
      <w:tr w:rsidR="0085747A" w:rsidRPr="009C54AE" w14:paraId="23BB8F26" w14:textId="77777777" w:rsidTr="00DF15FD">
        <w:tc>
          <w:tcPr>
            <w:tcW w:w="4926" w:type="dxa"/>
            <w:vAlign w:val="center"/>
          </w:tcPr>
          <w:p w14:paraId="1239D7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94" w:type="dxa"/>
            <w:vAlign w:val="center"/>
          </w:tcPr>
          <w:p w14:paraId="50067B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6B56C4" w14:textId="77777777" w:rsidTr="00DF15FD">
        <w:tc>
          <w:tcPr>
            <w:tcW w:w="4926" w:type="dxa"/>
          </w:tcPr>
          <w:p w14:paraId="6D6F75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594" w:type="dxa"/>
          </w:tcPr>
          <w:p w14:paraId="67FBA164" w14:textId="77777777" w:rsidR="0085747A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271E385" w14:textId="77777777" w:rsidTr="00DF15FD">
        <w:tc>
          <w:tcPr>
            <w:tcW w:w="4926" w:type="dxa"/>
          </w:tcPr>
          <w:p w14:paraId="1FEC64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C87363" w14:textId="513C3B3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94" w:type="dxa"/>
          </w:tcPr>
          <w:p w14:paraId="06FF7D2D" w14:textId="77777777" w:rsidR="00C61DC5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F15FD" w:rsidRPr="009C54AE" w14:paraId="0B1470C4" w14:textId="77777777" w:rsidTr="00DF15FD">
        <w:tc>
          <w:tcPr>
            <w:tcW w:w="4926" w:type="dxa"/>
          </w:tcPr>
          <w:p w14:paraId="4E9A0F97" w14:textId="77777777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1C1EDC" w14:textId="566210A5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94" w:type="dxa"/>
          </w:tcPr>
          <w:p w14:paraId="63D8B13E" w14:textId="77777777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14:paraId="376898CC" w14:textId="77777777" w:rsidTr="00DF15FD">
        <w:tc>
          <w:tcPr>
            <w:tcW w:w="4926" w:type="dxa"/>
          </w:tcPr>
          <w:p w14:paraId="2A36CF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94" w:type="dxa"/>
          </w:tcPr>
          <w:p w14:paraId="13C2E8C5" w14:textId="77777777" w:rsidR="0085747A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0598A919" w14:textId="77777777" w:rsidTr="00DF15FD">
        <w:tc>
          <w:tcPr>
            <w:tcW w:w="4926" w:type="dxa"/>
          </w:tcPr>
          <w:p w14:paraId="42BA8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94" w:type="dxa"/>
          </w:tcPr>
          <w:p w14:paraId="098D1CDB" w14:textId="77777777" w:rsidR="0085747A" w:rsidRPr="009C54AE" w:rsidRDefault="00496A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C9BC5A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A59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49834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03E48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F1AE04B" w14:textId="77777777" w:rsidTr="0071620A">
        <w:trPr>
          <w:trHeight w:val="397"/>
        </w:trPr>
        <w:tc>
          <w:tcPr>
            <w:tcW w:w="3544" w:type="dxa"/>
          </w:tcPr>
          <w:p w14:paraId="5080C2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A911C0" w14:textId="6A1E000E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14:paraId="45F16BA9" w14:textId="77777777" w:rsidTr="0071620A">
        <w:trPr>
          <w:trHeight w:val="397"/>
        </w:trPr>
        <w:tc>
          <w:tcPr>
            <w:tcW w:w="3544" w:type="dxa"/>
          </w:tcPr>
          <w:p w14:paraId="551B8C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1CF0336C" w14:textId="4F4E820D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------------------</w:t>
            </w:r>
          </w:p>
        </w:tc>
      </w:tr>
    </w:tbl>
    <w:p w14:paraId="59BBF9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CAB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D3CA1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47D164" w14:textId="77777777" w:rsidTr="0071620A">
        <w:trPr>
          <w:trHeight w:val="397"/>
        </w:trPr>
        <w:tc>
          <w:tcPr>
            <w:tcW w:w="7513" w:type="dxa"/>
          </w:tcPr>
          <w:p w14:paraId="2A09B5E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934610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1.Klechniowska A.M., Szkoła na fortepian, PWM 2010. </w:t>
            </w:r>
          </w:p>
          <w:p w14:paraId="19F3BF0A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14:paraId="36F49356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14:paraId="5FC526A1" w14:textId="11E014F3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CD7774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14:paraId="2967C6E8" w14:textId="77777777" w:rsid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14:paraId="62A8FEE7" w14:textId="2DD16EF2" w:rsidR="00CD145B" w:rsidRPr="00CD7774" w:rsidRDefault="008339BD" w:rsidP="00CD7774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14:paraId="5EB30010" w14:textId="77777777" w:rsidTr="0071620A">
        <w:trPr>
          <w:trHeight w:val="397"/>
        </w:trPr>
        <w:tc>
          <w:tcPr>
            <w:tcW w:w="7513" w:type="dxa"/>
          </w:tcPr>
          <w:p w14:paraId="4638AB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0F238D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14:paraId="6AD39583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2.Przychodzińska-Kociczak Maria, Zrozumieć muzykę, wyd. Nasza Księgarnia, 1984. </w:t>
            </w:r>
          </w:p>
          <w:p w14:paraId="521BB2C2" w14:textId="77777777" w:rsid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3. </w:t>
            </w:r>
            <w:proofErr w:type="spellStart"/>
            <w:r w:rsidRPr="005260C2">
              <w:rPr>
                <w:rFonts w:ascii="Corbel" w:hAnsi="Corbel"/>
              </w:rPr>
              <w:t>Smoczynska</w:t>
            </w:r>
            <w:proofErr w:type="spellEnd"/>
            <w:r w:rsidRPr="005260C2">
              <w:rPr>
                <w:rFonts w:ascii="Corbel" w:hAnsi="Corbel"/>
              </w:rPr>
              <w:t xml:space="preserve"> – </w:t>
            </w:r>
            <w:proofErr w:type="spellStart"/>
            <w:r w:rsidRPr="005260C2">
              <w:rPr>
                <w:rFonts w:ascii="Corbel" w:hAnsi="Corbel"/>
              </w:rPr>
              <w:t>Nachtman</w:t>
            </w:r>
            <w:proofErr w:type="spellEnd"/>
            <w:r w:rsidRPr="005260C2">
              <w:rPr>
                <w:rFonts w:ascii="Corbel" w:hAnsi="Corbel"/>
              </w:rPr>
              <w:t xml:space="preserve"> U., Rozśpiewane przedszkole, Warszawa 1988. </w:t>
            </w:r>
          </w:p>
          <w:p w14:paraId="6A0BB887" w14:textId="5C907B27" w:rsidR="005260C2" w:rsidRPr="00CD7774" w:rsidRDefault="005260C2" w:rsidP="00CD777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4.Smoczyńska-Nachtman U., Muzyka dla dzieci, Warszawa 1992.</w:t>
            </w:r>
          </w:p>
        </w:tc>
      </w:tr>
    </w:tbl>
    <w:p w14:paraId="14164A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3B48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29F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CCAAB" w14:textId="77777777" w:rsidR="00A34B49" w:rsidRDefault="00A34B49" w:rsidP="00C16ABF">
      <w:pPr>
        <w:spacing w:after="0" w:line="240" w:lineRule="auto"/>
      </w:pPr>
      <w:r>
        <w:separator/>
      </w:r>
    </w:p>
  </w:endnote>
  <w:endnote w:type="continuationSeparator" w:id="0">
    <w:p w14:paraId="77349B43" w14:textId="77777777" w:rsidR="00A34B49" w:rsidRDefault="00A34B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EF011" w14:textId="77777777" w:rsidR="00A34B49" w:rsidRDefault="00A34B49" w:rsidP="00C16ABF">
      <w:pPr>
        <w:spacing w:after="0" w:line="240" w:lineRule="auto"/>
      </w:pPr>
      <w:r>
        <w:separator/>
      </w:r>
    </w:p>
  </w:footnote>
  <w:footnote w:type="continuationSeparator" w:id="0">
    <w:p w14:paraId="1CFE1D29" w14:textId="77777777" w:rsidR="00A34B49" w:rsidRDefault="00A34B49" w:rsidP="00C16ABF">
      <w:pPr>
        <w:spacing w:after="0" w:line="240" w:lineRule="auto"/>
      </w:pPr>
      <w:r>
        <w:continuationSeparator/>
      </w:r>
    </w:p>
  </w:footnote>
  <w:footnote w:id="1">
    <w:p w14:paraId="726C46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70ED6"/>
    <w:rsid w:val="000742DC"/>
    <w:rsid w:val="00082E1B"/>
    <w:rsid w:val="00084C12"/>
    <w:rsid w:val="000852A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5F6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96E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E3A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DF"/>
    <w:rsid w:val="004A3EEA"/>
    <w:rsid w:val="004A4D1F"/>
    <w:rsid w:val="004D5282"/>
    <w:rsid w:val="004F1551"/>
    <w:rsid w:val="004F55A3"/>
    <w:rsid w:val="0050496F"/>
    <w:rsid w:val="00506C87"/>
    <w:rsid w:val="00513B6F"/>
    <w:rsid w:val="00517C63"/>
    <w:rsid w:val="00521EBF"/>
    <w:rsid w:val="005260C2"/>
    <w:rsid w:val="00526C94"/>
    <w:rsid w:val="005363C4"/>
    <w:rsid w:val="00536BDE"/>
    <w:rsid w:val="00537AF5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F1"/>
    <w:rsid w:val="006D6139"/>
    <w:rsid w:val="006E5D65"/>
    <w:rsid w:val="006F1282"/>
    <w:rsid w:val="006F1FBC"/>
    <w:rsid w:val="006F31E2"/>
    <w:rsid w:val="007015A9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928B4"/>
    <w:rsid w:val="007A4022"/>
    <w:rsid w:val="007A6E6E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5747A"/>
    <w:rsid w:val="00884922"/>
    <w:rsid w:val="00885F64"/>
    <w:rsid w:val="008917F9"/>
    <w:rsid w:val="00894F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535"/>
    <w:rsid w:val="009923F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348"/>
    <w:rsid w:val="00A155EE"/>
    <w:rsid w:val="00A1719A"/>
    <w:rsid w:val="00A2245B"/>
    <w:rsid w:val="00A30110"/>
    <w:rsid w:val="00A34B4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2DE"/>
    <w:rsid w:val="00B66529"/>
    <w:rsid w:val="00B75946"/>
    <w:rsid w:val="00B8056E"/>
    <w:rsid w:val="00B819C8"/>
    <w:rsid w:val="00B82308"/>
    <w:rsid w:val="00B90885"/>
    <w:rsid w:val="00BB19F2"/>
    <w:rsid w:val="00BB520A"/>
    <w:rsid w:val="00BC44B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53"/>
    <w:rsid w:val="00C61DC5"/>
    <w:rsid w:val="00C64852"/>
    <w:rsid w:val="00C67E92"/>
    <w:rsid w:val="00C70A26"/>
    <w:rsid w:val="00C766DF"/>
    <w:rsid w:val="00C871E3"/>
    <w:rsid w:val="00C8739E"/>
    <w:rsid w:val="00C94B98"/>
    <w:rsid w:val="00CA2B96"/>
    <w:rsid w:val="00CA5089"/>
    <w:rsid w:val="00CB42CB"/>
    <w:rsid w:val="00CD145B"/>
    <w:rsid w:val="00CD2D3E"/>
    <w:rsid w:val="00CD6897"/>
    <w:rsid w:val="00CD7774"/>
    <w:rsid w:val="00CE5BAC"/>
    <w:rsid w:val="00CF25BE"/>
    <w:rsid w:val="00CF78ED"/>
    <w:rsid w:val="00D02B25"/>
    <w:rsid w:val="00D02EBA"/>
    <w:rsid w:val="00D106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5FD"/>
    <w:rsid w:val="00DF320D"/>
    <w:rsid w:val="00DF71C8"/>
    <w:rsid w:val="00E129B8"/>
    <w:rsid w:val="00E21E7D"/>
    <w:rsid w:val="00E22FBC"/>
    <w:rsid w:val="00E24BF5"/>
    <w:rsid w:val="00E25338"/>
    <w:rsid w:val="00E51E44"/>
    <w:rsid w:val="00E60951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59C"/>
    <w:rsid w:val="00EE32DE"/>
    <w:rsid w:val="00EE5457"/>
    <w:rsid w:val="00EF70A0"/>
    <w:rsid w:val="00F01ABB"/>
    <w:rsid w:val="00F070AB"/>
    <w:rsid w:val="00F17567"/>
    <w:rsid w:val="00F27A7B"/>
    <w:rsid w:val="00F51003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1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34C6-220D-41E1-8E3E-DFA223186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2019-10-25T15:15:00Z</dcterms:created>
  <dcterms:modified xsi:type="dcterms:W3CDTF">2021-01-20T11:22:00Z</dcterms:modified>
</cp:coreProperties>
</file>